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4394"/>
      </w:tblGrid>
      <w:tr w:rsidR="00857EA5" w:rsidTr="00A172C1">
        <w:trPr>
          <w:cantSplit/>
          <w:trHeight w:hRule="exact" w:val="567"/>
        </w:trPr>
        <w:tc>
          <w:tcPr>
            <w:tcW w:w="5245" w:type="dxa"/>
            <w:gridSpan w:val="2"/>
          </w:tcPr>
          <w:p w:rsidR="00857EA5" w:rsidRDefault="00857EA5">
            <w:pPr>
              <w:pStyle w:val="Antrats"/>
              <w:tabs>
                <w:tab w:val="clear" w:pos="4153"/>
                <w:tab w:val="clear" w:pos="8306"/>
                <w:tab w:val="left" w:pos="5244"/>
              </w:tabs>
              <w:ind w:right="142"/>
              <w:jc w:val="center"/>
            </w:pPr>
          </w:p>
        </w:tc>
        <w:tc>
          <w:tcPr>
            <w:tcW w:w="4394" w:type="dxa"/>
          </w:tcPr>
          <w:p w:rsidR="00857EA5" w:rsidRDefault="00857EA5">
            <w:pPr>
              <w:tabs>
                <w:tab w:val="left" w:pos="5244"/>
              </w:tabs>
              <w:ind w:right="142"/>
            </w:pPr>
            <w:r>
              <w:fldChar w:fldCharType="begin">
                <w:ffData>
                  <w:name w:val="r03_1"/>
                  <w:enabled/>
                  <w:calcOnExit w:val="0"/>
                  <w:statusText w:type="text" w:val="Apribojimo grifas"/>
                  <w:textInput/>
                </w:ffData>
              </w:fldChar>
            </w:r>
            <w:bookmarkStart w:id="0" w:name="r03_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  <w:p w:rsidR="00857EA5" w:rsidRDefault="00857EA5">
            <w:pPr>
              <w:pStyle w:val="Antrats"/>
              <w:tabs>
                <w:tab w:val="left" w:pos="5244"/>
              </w:tabs>
              <w:ind w:right="142"/>
            </w:pPr>
          </w:p>
        </w:tc>
      </w:tr>
      <w:bookmarkStart w:id="2" w:name="_MON_992097377"/>
      <w:bookmarkStart w:id="3" w:name="_MON_961499998"/>
      <w:bookmarkStart w:id="4" w:name="_MON_962002422"/>
      <w:bookmarkStart w:id="5" w:name="r04" w:colFirst="3" w:colLast="3"/>
      <w:bookmarkStart w:id="6" w:name="r01" w:colFirst="0" w:colLast="0"/>
      <w:bookmarkEnd w:id="2"/>
      <w:bookmarkEnd w:id="3"/>
      <w:bookmarkEnd w:id="4"/>
      <w:bookmarkStart w:id="7" w:name="_MON_984251140"/>
      <w:bookmarkEnd w:id="7"/>
      <w:tr w:rsidR="00857EA5">
        <w:trPr>
          <w:cantSplit/>
          <w:trHeight w:hRule="exact" w:val="794"/>
        </w:trPr>
        <w:tc>
          <w:tcPr>
            <w:tcW w:w="9639" w:type="dxa"/>
            <w:gridSpan w:val="3"/>
          </w:tcPr>
          <w:p w:rsidR="00857EA5" w:rsidRDefault="00857EA5">
            <w:pPr>
              <w:pStyle w:val="Antrats"/>
              <w:tabs>
                <w:tab w:val="left" w:pos="5244"/>
              </w:tabs>
              <w:ind w:right="142"/>
              <w:jc w:val="center"/>
            </w:pPr>
            <w:r>
              <w:object w:dxaOrig="805" w:dyaOrig="7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38.25pt" o:ole="" fillcolor="window">
                  <v:imagedata r:id="rId7" o:title=""/>
                </v:shape>
                <o:OLEObject Type="Embed" ProgID="Word.Picture.8" ShapeID="_x0000_i1025" DrawAspect="Content" ObjectID="_1723005358" r:id="rId8"/>
              </w:object>
            </w:r>
          </w:p>
        </w:tc>
      </w:tr>
      <w:bookmarkStart w:id="8" w:name="r08"/>
      <w:bookmarkEnd w:id="5"/>
      <w:bookmarkEnd w:id="6"/>
      <w:tr w:rsidR="00857EA5">
        <w:trPr>
          <w:cantSplit/>
          <w:trHeight w:hRule="exact" w:val="1400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857EA5" w:rsidRDefault="000A058C" w:rsidP="000A058C">
            <w:pPr>
              <w:tabs>
                <w:tab w:val="left" w:pos="5244"/>
              </w:tabs>
              <w:ind w:left="1410" w:right="1425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fldChar w:fldCharType="begin">
                <w:ffData>
                  <w:name w:val="r08"/>
                  <w:enabled w:val="0"/>
                  <w:calcOnExit w:val="0"/>
                  <w:exitMacro w:val="AutoSavybes.MAIN"/>
                  <w:textInput>
                    <w:default w:val="KAUNO MIESTO SAVIVALDYBĖS ADMINISTRACIJOS MIESTO TVARKYMO SKYRIUS"/>
                    <w:format w:val="Didžiosios raidės"/>
                  </w:textInput>
                </w:ffData>
              </w:fldChar>
            </w:r>
            <w:r>
              <w:rPr>
                <w:b/>
                <w:caps/>
              </w:rPr>
              <w:instrText xml:space="preserve"> FORMTEXT </w:instrText>
            </w:r>
            <w:r>
              <w:rPr>
                <w:b/>
                <w:caps/>
              </w:rPr>
            </w:r>
            <w:r>
              <w:rPr>
                <w:b/>
                <w:caps/>
              </w:rPr>
              <w:fldChar w:fldCharType="separate"/>
            </w:r>
            <w:r>
              <w:rPr>
                <w:b/>
                <w:caps/>
                <w:noProof/>
              </w:rPr>
              <w:t>KAUNO MIESTO SAVIVALDYBĖS ADMINISTRACIJOS MIESTO TVARKYMO SKYRIUS</w:t>
            </w:r>
            <w:r>
              <w:rPr>
                <w:b/>
                <w:caps/>
              </w:rPr>
              <w:fldChar w:fldCharType="end"/>
            </w:r>
            <w:bookmarkEnd w:id="8"/>
          </w:p>
          <w:p w:rsidR="00857EA5" w:rsidRDefault="00857EA5">
            <w:pPr>
              <w:tabs>
                <w:tab w:val="left" w:pos="5244"/>
              </w:tabs>
              <w:ind w:right="142"/>
              <w:jc w:val="center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fldChar w:fldCharType="begin">
                <w:ffData>
                  <w:name w:val="r07"/>
                  <w:enabled w:val="0"/>
                  <w:calcOnExit w:val="0"/>
                  <w:textInput/>
                </w:ffData>
              </w:fldChar>
            </w:r>
            <w:bookmarkStart w:id="9" w:name="r07"/>
            <w:r>
              <w:rPr>
                <w:b/>
                <w:caps/>
                <w:sz w:val="20"/>
              </w:rPr>
              <w:instrText xml:space="preserve"> FORMTEXT </w:instrText>
            </w:r>
            <w:r>
              <w:rPr>
                <w:b/>
                <w:caps/>
                <w:sz w:val="20"/>
              </w:rPr>
            </w:r>
            <w:r>
              <w:rPr>
                <w:b/>
                <w:caps/>
                <w:sz w:val="20"/>
              </w:rPr>
              <w:fldChar w:fldCharType="separate"/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sz w:val="20"/>
              </w:rPr>
              <w:fldChar w:fldCharType="end"/>
            </w:r>
            <w:bookmarkEnd w:id="9"/>
          </w:p>
          <w:p w:rsidR="00857EA5" w:rsidRDefault="00A85F00" w:rsidP="00A85F00">
            <w:pPr>
              <w:tabs>
                <w:tab w:val="left" w:pos="5244"/>
              </w:tabs>
              <w:spacing w:after="280"/>
              <w:ind w:left="1552" w:right="1425" w:hanging="284"/>
              <w:jc w:val="center"/>
              <w:rPr>
                <w:b/>
                <w:sz w:val="28"/>
              </w:rPr>
            </w:pPr>
            <w:r>
              <w:rPr>
                <w:sz w:val="16"/>
              </w:rPr>
              <w:fldChar w:fldCharType="begin">
                <w:ffData>
                  <w:name w:val="r26"/>
                  <w:enabled w:val="0"/>
                  <w:calcOnExit w:val="0"/>
                  <w:textInput>
                    <w:default w:val="Biudžetinė įstaiga, Laisvės al. 96, LT-44251 Kaunas, tel. (8  37) 42 36 77 / 42 42 51, faks. (8 37) 42 42 51, el. p. miesto.tvarkymo.skyrius@kaunas.lt, http://www.kaunas.lt."/>
                  </w:textInput>
                </w:ffData>
              </w:fldChar>
            </w:r>
            <w:bookmarkStart w:id="10" w:name="r26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Biudžetinė įstaiga, Laisvės al. 96, LT-44251 Kaunas, tel. (8  37) 42 36 77 / 42 42 51, faks. (8 37) 42 42 51, el. p. miesto.tvarkymo.skyrius@kaunas.lt, http://www.kaunas.lt.</w:t>
            </w:r>
            <w:r>
              <w:rPr>
                <w:sz w:val="16"/>
              </w:rPr>
              <w:fldChar w:fldCharType="end"/>
            </w:r>
            <w:bookmarkEnd w:id="10"/>
            <w:r w:rsidR="00C86727">
              <w:rPr>
                <w:sz w:val="16"/>
              </w:rPr>
              <w:br/>
            </w:r>
            <w:r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Duomenys kaupiami ir saugomi Juridinių asmenų registre, kodas 188764867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Duomenys kaupiami ir saugomi Juridinių asmenų registre, kodas 188764867</w:t>
            </w:r>
            <w:r>
              <w:rPr>
                <w:sz w:val="16"/>
              </w:rPr>
              <w:fldChar w:fldCharType="end"/>
            </w:r>
          </w:p>
        </w:tc>
      </w:tr>
      <w:tr w:rsidR="00BD39F7">
        <w:trPr>
          <w:cantSplit/>
          <w:trHeight w:val="214"/>
        </w:trPr>
        <w:tc>
          <w:tcPr>
            <w:tcW w:w="5103" w:type="dxa"/>
            <w:tcBorders>
              <w:top w:val="single" w:sz="4" w:space="0" w:color="auto"/>
            </w:tcBorders>
          </w:tcPr>
          <w:p w:rsidR="00BD39F7" w:rsidRPr="00BD39F7" w:rsidRDefault="00BD39F7" w:rsidP="00BD39F7">
            <w:pPr>
              <w:tabs>
                <w:tab w:val="left" w:pos="5244"/>
              </w:tabs>
              <w:suppressAutoHyphens/>
              <w:ind w:right="142"/>
              <w:rPr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BD39F7" w:rsidRPr="00BD39F7" w:rsidRDefault="00BD39F7" w:rsidP="00BD39F7">
            <w:pPr>
              <w:tabs>
                <w:tab w:val="left" w:pos="1977"/>
                <w:tab w:val="left" w:pos="5244"/>
              </w:tabs>
              <w:ind w:right="142"/>
              <w:rPr>
                <w:sz w:val="20"/>
              </w:rPr>
            </w:pPr>
          </w:p>
        </w:tc>
      </w:tr>
      <w:tr w:rsidR="00857EA5">
        <w:trPr>
          <w:cantSplit/>
          <w:trHeight w:val="1920"/>
        </w:trPr>
        <w:tc>
          <w:tcPr>
            <w:tcW w:w="5103" w:type="dxa"/>
          </w:tcPr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4_1"/>
                  <w:enabled/>
                  <w:calcOnExit w:val="0"/>
                  <w:statusText w:type="text" w:val="Institucijos pavadinimas"/>
                  <w:textInput>
                    <w:default w:val="Institucijos pavadinimas"/>
                  </w:textInput>
                </w:ffData>
              </w:fldChar>
            </w:r>
            <w:bookmarkStart w:id="11" w:name="r13_4_1"/>
            <w:r>
              <w:instrText xml:space="preserve"> FORMTEXT </w:instrText>
            </w:r>
            <w:r>
              <w:fldChar w:fldCharType="separate"/>
            </w:r>
            <w:r w:rsidR="0066654A">
              <w:t>U</w:t>
            </w:r>
            <w:r w:rsidR="00694CA7">
              <w:t>AB „</w:t>
            </w:r>
            <w:r w:rsidR="0066654A">
              <w:t>Kauno švara</w:t>
            </w:r>
            <w:r w:rsidR="00694CA7">
              <w:t>“</w:t>
            </w:r>
            <w:r>
              <w:fldChar w:fldCharType="end"/>
            </w:r>
            <w:bookmarkEnd w:id="11"/>
          </w:p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3_1"/>
                  <w:enabled/>
                  <w:calcOnExit w:val="0"/>
                  <w:statusText w:type="text" w:val="Strukt?rinio padalinio pavadinimas"/>
                  <w:textInput>
                    <w:default w:val="Strukt?rinio padalinio pavadinimas"/>
                  </w:textInput>
                </w:ffData>
              </w:fldChar>
            </w:r>
            <w:bookmarkStart w:id="12" w:name="r13_3_1"/>
            <w:r>
              <w:instrText xml:space="preserve"> FORMTEXT </w:instrText>
            </w:r>
            <w:r>
              <w:fldChar w:fldCharType="separate"/>
            </w:r>
            <w:r w:rsidR="00253E04">
              <w:t>Statybininkų g. 3</w:t>
            </w:r>
            <w:r w:rsidR="00694CA7">
              <w:t>, Kaunas</w:t>
            </w:r>
            <w:r>
              <w:fldChar w:fldCharType="end"/>
            </w:r>
            <w:bookmarkEnd w:id="12"/>
          </w:p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1_1"/>
                  <w:enabled/>
                  <w:calcOnExit w:val="0"/>
                  <w:statusText w:type="text" w:val="Pareigos"/>
                  <w:textInput>
                    <w:default w:val="Pareigos"/>
                  </w:textInput>
                </w:ffData>
              </w:fldChar>
            </w:r>
            <w:bookmarkStart w:id="13" w:name="r13_1_1"/>
            <w:r>
              <w:instrText xml:space="preserve"> FORMTEXT </w:instrText>
            </w:r>
            <w:r>
              <w:fldChar w:fldCharType="separate"/>
            </w:r>
            <w:r w:rsidR="00493A53">
              <w:t> </w:t>
            </w:r>
            <w:r w:rsidR="00493A53">
              <w:t> </w:t>
            </w:r>
            <w:r w:rsidR="00493A53">
              <w:t> </w:t>
            </w:r>
            <w:r w:rsidR="00493A53">
              <w:t> </w:t>
            </w:r>
            <w:r w:rsidR="00493A53">
              <w:t> </w:t>
            </w:r>
            <w:r>
              <w:fldChar w:fldCharType="end"/>
            </w:r>
            <w:bookmarkEnd w:id="13"/>
            <w:r>
              <w:t xml:space="preserve"> </w:t>
            </w:r>
          </w:p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2_1"/>
                  <w:enabled/>
                  <w:calcOnExit w:val="0"/>
                  <w:statusText w:type="text" w:val="Vardas ir pavard?"/>
                  <w:textInput>
                    <w:default w:val="Vardas ir pavard?"/>
                  </w:textInput>
                </w:ffData>
              </w:fldChar>
            </w:r>
            <w:bookmarkStart w:id="14" w:name="r13_2_1"/>
            <w:r>
              <w:instrText xml:space="preserve"> FORMTEXT </w:instrText>
            </w:r>
            <w:r>
              <w:fldChar w:fldCharType="separate"/>
            </w:r>
            <w:r w:rsidR="005A2834">
              <w:t>info</w:t>
            </w:r>
            <w:r w:rsidR="00694CA7" w:rsidRPr="00694CA7">
              <w:t>@</w:t>
            </w:r>
            <w:r w:rsidR="005A2834">
              <w:t>svara</w:t>
            </w:r>
            <w:r w:rsidR="00694CA7" w:rsidRPr="00694CA7">
              <w:t>.lt</w:t>
            </w:r>
            <w:r>
              <w:fldChar w:fldCharType="end"/>
            </w:r>
            <w:bookmarkEnd w:id="14"/>
          </w:p>
          <w:p w:rsidR="00857EA5" w:rsidRDefault="00BE1511" w:rsidP="00653169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5_1"/>
                  <w:enabled/>
                  <w:calcOnExit w:val="0"/>
                  <w:statusText w:type="text" w:val="Pa?to adresas"/>
                  <w:textInput>
                    <w:default w:val="Pa?to adresas"/>
                  </w:textInput>
                </w:ffData>
              </w:fldChar>
            </w:r>
            <w:bookmarkStart w:id="15" w:name="r13_5_1"/>
            <w:r>
              <w:instrText xml:space="preserve"> FORMTEXT </w:instrText>
            </w:r>
            <w:r>
              <w:fldChar w:fldCharType="separate"/>
            </w:r>
            <w:r w:rsidR="00694CA7" w:rsidRPr="00694CA7">
              <w:t xml:space="preserve"> </w:t>
            </w:r>
            <w:r w:rsidR="00653169" w:rsidRPr="00653169">
              <w:t>milda.pajaujyte@svara.l</w:t>
            </w:r>
            <w:r w:rsidR="00653169">
              <w:t>t</w:t>
            </w:r>
            <w:r>
              <w:fldChar w:fldCharType="end"/>
            </w:r>
            <w:bookmarkEnd w:id="15"/>
          </w:p>
        </w:tc>
        <w:tc>
          <w:tcPr>
            <w:tcW w:w="4536" w:type="dxa"/>
            <w:gridSpan w:val="2"/>
          </w:tcPr>
          <w:p w:rsidR="00857EA5" w:rsidRDefault="005F2D0F" w:rsidP="00C3462B">
            <w:pPr>
              <w:tabs>
                <w:tab w:val="left" w:pos="1977"/>
                <w:tab w:val="left" w:pos="5244"/>
              </w:tabs>
              <w:spacing w:after="260"/>
            </w:pPr>
            <w:r>
              <w:t xml:space="preserve">  </w:t>
            </w:r>
            <w:bookmarkStart w:id="16" w:name="r09"/>
            <w:r w:rsidR="00F34D22">
              <w:fldChar w:fldCharType="begin">
                <w:ffData>
                  <w:name w:val="r09"/>
                  <w:enabled/>
                  <w:calcOnExit w:val="0"/>
                  <w:statusText w:type="text" w:val="Dokumento sudarymo data"/>
                  <w:textInput>
                    <w:type w:val="date"/>
                    <w:format w:val="YYYY-MM-DD"/>
                  </w:textInput>
                </w:ffData>
              </w:fldChar>
            </w:r>
            <w:r w:rsidR="00F34D22">
              <w:instrText xml:space="preserve"> FORMTEXT </w:instrText>
            </w:r>
            <w:r w:rsidR="00F34D22">
              <w:fldChar w:fldCharType="separate"/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fldChar w:fldCharType="end"/>
            </w:r>
            <w:bookmarkEnd w:id="16"/>
            <w:r w:rsidR="00857EA5">
              <w:tab/>
              <w:t xml:space="preserve">Nr. </w:t>
            </w:r>
            <w:bookmarkStart w:id="17" w:name="r10"/>
            <w:r w:rsidR="00AC156E">
              <w:fldChar w:fldCharType="begin">
                <w:ffData>
                  <w:name w:val="r10"/>
                  <w:enabled/>
                  <w:calcOnExit w:val="0"/>
                  <w:statusText w:type="text" w:val="Dokumento 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AC156E">
              <w:rPr>
                <w:noProof/>
              </w:rPr>
              <w:t>..............................</w:t>
            </w:r>
            <w:r w:rsidR="00AC156E">
              <w:fldChar w:fldCharType="end"/>
            </w:r>
            <w:bookmarkEnd w:id="17"/>
            <w:r w:rsidR="00AC156E">
              <w:br/>
            </w:r>
            <w:r w:rsidR="00857EA5">
              <w:t xml:space="preserve">Į </w:t>
            </w:r>
            <w:r w:rsidR="00857EA5">
              <w:fldChar w:fldCharType="begin">
                <w:ffData>
                  <w:name w:val="r11_1"/>
                  <w:enabled/>
                  <w:calcOnExit w:val="0"/>
                  <w:statusText w:type="text" w:val="Data"/>
                  <w:textInput>
                    <w:default w:val="..........................."/>
                  </w:textInput>
                </w:ffData>
              </w:fldChar>
            </w:r>
            <w:bookmarkStart w:id="18" w:name="r11_1"/>
            <w:r w:rsidR="00857EA5">
              <w:instrText xml:space="preserve"> FORMTEXT </w:instrText>
            </w:r>
            <w:r w:rsidR="00857EA5">
              <w:fldChar w:fldCharType="separate"/>
            </w:r>
            <w:r w:rsidR="00C3462B">
              <w:t> </w:t>
            </w:r>
            <w:r w:rsidR="00C3462B">
              <w:t> </w:t>
            </w:r>
            <w:r w:rsidR="00C3462B">
              <w:t> </w:t>
            </w:r>
            <w:r w:rsidR="00C3462B">
              <w:t> </w:t>
            </w:r>
            <w:r w:rsidR="00C3462B">
              <w:t> </w:t>
            </w:r>
            <w:r w:rsidR="00857EA5">
              <w:fldChar w:fldCharType="end"/>
            </w:r>
            <w:bookmarkEnd w:id="18"/>
            <w:r w:rsidR="00857EA5">
              <w:tab/>
              <w:t xml:space="preserve">Nr. </w:t>
            </w:r>
            <w:bookmarkStart w:id="19" w:name="r11_2"/>
            <w:r w:rsidR="00AC156E">
              <w:fldChar w:fldCharType="begin">
                <w:ffData>
                  <w:name w:val="r11_2"/>
                  <w:enabled/>
                  <w:calcOnExit w:val="0"/>
                  <w:statusText w:type="text" w:val="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C3462B">
              <w:t> </w:t>
            </w:r>
            <w:r w:rsidR="00C3462B">
              <w:t> </w:t>
            </w:r>
            <w:r w:rsidR="00C3462B">
              <w:t> </w:t>
            </w:r>
            <w:r w:rsidR="00C3462B">
              <w:t> </w:t>
            </w:r>
            <w:r w:rsidR="00C3462B">
              <w:t> </w:t>
            </w:r>
            <w:r w:rsidR="00AC156E">
              <w:fldChar w:fldCharType="end"/>
            </w:r>
            <w:bookmarkEnd w:id="19"/>
          </w:p>
        </w:tc>
      </w:tr>
      <w:tr w:rsidR="00891347">
        <w:trPr>
          <w:cantSplit/>
          <w:trHeight w:val="327"/>
        </w:trPr>
        <w:tc>
          <w:tcPr>
            <w:tcW w:w="9639" w:type="dxa"/>
            <w:gridSpan w:val="3"/>
          </w:tcPr>
          <w:p w:rsidR="00891347" w:rsidRPr="002E3636" w:rsidRDefault="00891347" w:rsidP="006E33E1">
            <w:pPr>
              <w:rPr>
                <w:b/>
                <w:caps/>
              </w:rPr>
            </w:pPr>
          </w:p>
        </w:tc>
      </w:tr>
      <w:bookmarkStart w:id="20" w:name="r17"/>
      <w:tr w:rsidR="00277F58">
        <w:trPr>
          <w:cantSplit/>
          <w:trHeight w:val="327"/>
        </w:trPr>
        <w:tc>
          <w:tcPr>
            <w:tcW w:w="9639" w:type="dxa"/>
            <w:gridSpan w:val="3"/>
          </w:tcPr>
          <w:p w:rsidR="00277F58" w:rsidRPr="002E3636" w:rsidRDefault="00A25A8F" w:rsidP="0066654A">
            <w:pPr>
              <w:rPr>
                <w:caps/>
              </w:rPr>
            </w:pPr>
            <w:r w:rsidRPr="002E3636">
              <w:rPr>
                <w:b/>
                <w:caps/>
              </w:rPr>
              <w:fldChar w:fldCharType="begin">
                <w:ffData>
                  <w:name w:val="r17"/>
                  <w:enabled/>
                  <w:calcOnExit w:val="0"/>
                  <w:statusText w:type="text" w:val="Teksto antraštė"/>
                  <w:textInput>
                    <w:default w:val="ANTRAŠTĖ"/>
                    <w:format w:val="Didžiosios raidės"/>
                  </w:textInput>
                </w:ffData>
              </w:fldChar>
            </w:r>
            <w:r w:rsidRPr="002E3636">
              <w:rPr>
                <w:b/>
                <w:caps/>
              </w:rPr>
              <w:instrText xml:space="preserve"> FORMTEXT </w:instrText>
            </w:r>
            <w:r w:rsidRPr="002E3636">
              <w:rPr>
                <w:b/>
                <w:caps/>
              </w:rPr>
            </w:r>
            <w:r w:rsidRPr="002E3636">
              <w:rPr>
                <w:b/>
                <w:caps/>
              </w:rPr>
              <w:fldChar w:fldCharType="separate"/>
            </w:r>
            <w:r w:rsidR="007E641E" w:rsidRPr="0066654A">
              <w:rPr>
                <w:b/>
                <w:noProof/>
              </w:rPr>
              <w:t>STATYBOS (UŽSAKOVO) VERTINIMAS</w:t>
            </w:r>
            <w:r w:rsidRPr="002E3636">
              <w:rPr>
                <w:b/>
                <w:caps/>
              </w:rPr>
              <w:fldChar w:fldCharType="end"/>
            </w:r>
            <w:bookmarkEnd w:id="20"/>
          </w:p>
        </w:tc>
      </w:tr>
    </w:tbl>
    <w:p w:rsidR="00857EA5" w:rsidRDefault="00857EA5" w:rsidP="00BD39F7">
      <w:pPr>
        <w:spacing w:after="240"/>
      </w:pPr>
    </w:p>
    <w:p w:rsidR="00857EA5" w:rsidRDefault="00857EA5" w:rsidP="00BD39F7">
      <w:pPr>
        <w:pStyle w:val="Antrats"/>
        <w:tabs>
          <w:tab w:val="clear" w:pos="4153"/>
          <w:tab w:val="clear" w:pos="8306"/>
        </w:tabs>
        <w:spacing w:after="240"/>
        <w:sectPr w:rsidR="00857EA5" w:rsidSect="00527FB3"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567" w:right="567" w:bottom="1134" w:left="1701" w:header="340" w:footer="340" w:gutter="0"/>
          <w:cols w:space="1296"/>
          <w:titlePg/>
        </w:sectPr>
      </w:pPr>
    </w:p>
    <w:p w:rsidR="007E641E" w:rsidRPr="00317FEE" w:rsidRDefault="007E641E" w:rsidP="005C1866">
      <w:pPr>
        <w:spacing w:line="360" w:lineRule="auto"/>
        <w:ind w:firstLine="1298"/>
        <w:jc w:val="both"/>
      </w:pPr>
      <w:r w:rsidRPr="00317FEE">
        <w:t>Pažymime, kad UAB „Kauno švara“ 20</w:t>
      </w:r>
      <w:r>
        <w:t>19</w:t>
      </w:r>
      <w:r w:rsidRPr="00317FEE">
        <w:t xml:space="preserve"> m. atliko</w:t>
      </w:r>
      <w:r>
        <w:t xml:space="preserve"> šiuos darbus:</w:t>
      </w:r>
    </w:p>
    <w:p w:rsidR="007E641E" w:rsidRDefault="007E641E" w:rsidP="005C1866">
      <w:pPr>
        <w:spacing w:line="360" w:lineRule="auto"/>
        <w:ind w:firstLine="1298"/>
        <w:jc w:val="both"/>
      </w:pPr>
      <w:r>
        <w:t xml:space="preserve">P. Lukšio g., Plytinės g., Taikos pr., Gervėčių -Nočios g., </w:t>
      </w:r>
      <w:proofErr w:type="spellStart"/>
      <w:r>
        <w:t>Maironiškių</w:t>
      </w:r>
      <w:proofErr w:type="spellEnd"/>
      <w:r>
        <w:t xml:space="preserve"> g., </w:t>
      </w:r>
      <w:r w:rsidR="005C1866">
        <w:t xml:space="preserve">                           </w:t>
      </w:r>
      <w:r>
        <w:t>V. Landsbergio – Žemkalnio g., (įvažos į kiemus), Baltijos pr. Kaunas frezavimo ir asfaltavimo darbai.</w:t>
      </w:r>
    </w:p>
    <w:p w:rsidR="007E641E" w:rsidRPr="00317FEE" w:rsidRDefault="007E641E" w:rsidP="005C1866">
      <w:pPr>
        <w:spacing w:line="360" w:lineRule="auto"/>
        <w:ind w:firstLine="1298"/>
        <w:jc w:val="both"/>
      </w:pPr>
      <w:r w:rsidRPr="00317FEE">
        <w:t>Užs</w:t>
      </w:r>
      <w:r w:rsidR="005C1866">
        <w:t>akymo</w:t>
      </w:r>
      <w:r w:rsidRPr="00317FEE">
        <w:t xml:space="preserve"> Nr. </w:t>
      </w:r>
      <w:r>
        <w:t>SR-1026</w:t>
      </w:r>
      <w:r w:rsidRPr="00317FEE">
        <w:t xml:space="preserve"> </w:t>
      </w:r>
      <w:r>
        <w:t xml:space="preserve">2019-2020 m. </w:t>
      </w:r>
      <w:r w:rsidRPr="00317FEE">
        <w:t xml:space="preserve">už </w:t>
      </w:r>
      <w:r w:rsidRPr="00964AEA">
        <w:t xml:space="preserve">665342.21 </w:t>
      </w:r>
      <w:r w:rsidRPr="00317FEE">
        <w:t xml:space="preserve">eurų (suma </w:t>
      </w:r>
      <w:r>
        <w:t>be</w:t>
      </w:r>
      <w:r w:rsidRPr="00317FEE">
        <w:t xml:space="preserve"> PVM).</w:t>
      </w:r>
      <w:r w:rsidR="005C1866">
        <w:t xml:space="preserve"> </w:t>
      </w:r>
    </w:p>
    <w:p w:rsidR="007E641E" w:rsidRPr="00F35861" w:rsidRDefault="007E641E" w:rsidP="005C1866">
      <w:pPr>
        <w:spacing w:line="360" w:lineRule="auto"/>
        <w:ind w:firstLine="1298"/>
        <w:jc w:val="both"/>
      </w:pPr>
      <w:r w:rsidRPr="00F35861">
        <w:t>Atliktų darbų kokybę vertiname gerai.</w:t>
      </w:r>
    </w:p>
    <w:p w:rsidR="007E641E" w:rsidRPr="00F35861" w:rsidRDefault="007E641E" w:rsidP="005C1866">
      <w:pPr>
        <w:spacing w:line="360" w:lineRule="auto"/>
        <w:ind w:firstLine="1298"/>
        <w:jc w:val="both"/>
      </w:pPr>
      <w:r>
        <w:t xml:space="preserve">UAB „Kauno švara“ visus sutartinius įsipareigojimus (darbus) įvykdė savo jėgomis. </w:t>
      </w:r>
    </w:p>
    <w:p w:rsidR="007E641E" w:rsidRDefault="007E641E" w:rsidP="007E641E">
      <w:pPr>
        <w:jc w:val="both"/>
      </w:pPr>
    </w:p>
    <w:p w:rsidR="00857EA5" w:rsidRDefault="00857EA5" w:rsidP="00694CA7">
      <w:pPr>
        <w:spacing w:before="100" w:beforeAutospacing="1" w:after="30" w:line="360" w:lineRule="auto"/>
        <w:ind w:firstLine="851"/>
        <w:jc w:val="both"/>
        <w:sectPr w:rsidR="00857EA5" w:rsidSect="00AF340D">
          <w:headerReference w:type="default" r:id="rId12"/>
          <w:footerReference w:type="default" r:id="rId13"/>
          <w:type w:val="continuous"/>
          <w:pgSz w:w="11907" w:h="16840" w:code="9"/>
          <w:pgMar w:top="1134" w:right="567" w:bottom="1134" w:left="1701" w:header="340" w:footer="340" w:gutter="0"/>
          <w:cols w:space="1296"/>
          <w:formProt w:val="0"/>
          <w:titlePg/>
        </w:sect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701"/>
        <w:gridCol w:w="3544"/>
      </w:tblGrid>
      <w:tr w:rsidR="009D3D9D">
        <w:trPr>
          <w:cantSplit/>
        </w:trPr>
        <w:tc>
          <w:tcPr>
            <w:tcW w:w="4103" w:type="dxa"/>
            <w:vAlign w:val="bottom"/>
          </w:tcPr>
          <w:bookmarkStart w:id="21" w:name="r20_1_1"/>
          <w:p w:rsidR="009D3D9D" w:rsidRDefault="002F1A6E" w:rsidP="007E641E">
            <w:pPr>
              <w:keepNext/>
              <w:tabs>
                <w:tab w:val="left" w:pos="7777"/>
              </w:tabs>
              <w:spacing w:before="480"/>
            </w:pPr>
            <w:r>
              <w:fldChar w:fldCharType="begin">
                <w:ffData>
                  <w:name w:val="r20_1_1"/>
                  <w:enabled/>
                  <w:calcOnExit w:val="0"/>
                  <w:statusText w:type="text" w:val="Pareigų pavadinimas"/>
                  <w:textInput>
                    <w:default w:val="Pareigų pavadinim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E641E">
              <w:t>Skyriaus vedėjas</w:t>
            </w:r>
            <w:r>
              <w:fldChar w:fldCharType="end"/>
            </w:r>
            <w:bookmarkEnd w:id="21"/>
          </w:p>
        </w:tc>
        <w:tc>
          <w:tcPr>
            <w:tcW w:w="1701" w:type="dxa"/>
            <w:vAlign w:val="bottom"/>
          </w:tcPr>
          <w:p w:rsidR="009D3D9D" w:rsidRDefault="009D3D9D" w:rsidP="00D97C13">
            <w:pPr>
              <w:keepNext/>
              <w:tabs>
                <w:tab w:val="left" w:pos="7777"/>
              </w:tabs>
              <w:spacing w:before="480"/>
              <w:jc w:val="right"/>
            </w:pPr>
          </w:p>
        </w:tc>
        <w:tc>
          <w:tcPr>
            <w:tcW w:w="3544" w:type="dxa"/>
            <w:vAlign w:val="bottom"/>
          </w:tcPr>
          <w:p w:rsidR="009D3D9D" w:rsidRDefault="002F1A6E" w:rsidP="007E641E">
            <w:pPr>
              <w:keepNext/>
              <w:tabs>
                <w:tab w:val="left" w:pos="7777"/>
              </w:tabs>
              <w:spacing w:before="480"/>
              <w:jc w:val="right"/>
            </w:pPr>
            <w:r>
              <w:fldChar w:fldCharType="begin">
                <w:ffData>
                  <w:name w:val="r20_2_1"/>
                  <w:enabled/>
                  <w:calcOnExit w:val="0"/>
                  <w:statusText w:type="text" w:val="Vardas"/>
                  <w:textInput>
                    <w:default w:val="Vardas"/>
                  </w:textInput>
                </w:ffData>
              </w:fldChar>
            </w:r>
            <w:bookmarkStart w:id="22" w:name="r20_2_1"/>
            <w:r>
              <w:instrText xml:space="preserve"> FORMTEXT </w:instrText>
            </w:r>
            <w:r>
              <w:fldChar w:fldCharType="separate"/>
            </w:r>
            <w:r w:rsidR="007E641E">
              <w:t>Aloyzas</w:t>
            </w:r>
            <w:r>
              <w:fldChar w:fldCharType="end"/>
            </w:r>
            <w:bookmarkEnd w:id="22"/>
            <w:r>
              <w:t xml:space="preserve"> </w:t>
            </w:r>
            <w:r>
              <w:fldChar w:fldCharType="begin">
                <w:ffData>
                  <w:name w:val="r20_3_1"/>
                  <w:enabled/>
                  <w:calcOnExit w:val="0"/>
                  <w:statusText w:type="text" w:val="Pavardė"/>
                  <w:textInput>
                    <w:default w:val="Pavardė"/>
                  </w:textInput>
                </w:ffData>
              </w:fldChar>
            </w:r>
            <w:bookmarkStart w:id="23" w:name="r20_3_1"/>
            <w:r>
              <w:instrText xml:space="preserve"> FORMTEXT </w:instrText>
            </w:r>
            <w:r>
              <w:fldChar w:fldCharType="separate"/>
            </w:r>
            <w:r w:rsidR="007E641E">
              <w:t>Pakalniškis</w:t>
            </w:r>
            <w:r>
              <w:fldChar w:fldCharType="end"/>
            </w:r>
            <w:bookmarkEnd w:id="23"/>
          </w:p>
        </w:tc>
      </w:tr>
    </w:tbl>
    <w:p w:rsidR="00857EA5" w:rsidRDefault="00857EA5" w:rsidP="00A172C1">
      <w:pPr>
        <w:keepNext/>
        <w:framePr w:w="9729" w:h="665" w:hRule="exact" w:hSpace="181" w:wrap="around" w:hAnchor="margin" w:yAlign="bottom" w:anchorLock="1"/>
        <w:spacing w:after="480"/>
      </w:pPr>
      <w:r>
        <w:fldChar w:fldCharType="begin">
          <w:ffData>
            <w:name w:val="r25_1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bookmarkStart w:id="24" w:name="r25_1"/>
      <w:r>
        <w:instrText xml:space="preserve"> FORMTEXT </w:instrText>
      </w:r>
      <w:r>
        <w:fldChar w:fldCharType="separate"/>
      </w:r>
      <w:r w:rsidR="000D5623">
        <w:rPr>
          <w:noProof/>
        </w:rPr>
        <w:t>J. Baranauskienė,</w:t>
      </w:r>
      <w:r>
        <w:fldChar w:fldCharType="end"/>
      </w:r>
      <w:bookmarkEnd w:id="24"/>
      <w:r>
        <w:t xml:space="preserve"> </w:t>
      </w:r>
      <w:bookmarkStart w:id="25" w:name="r25_2"/>
      <w:r w:rsidR="00891347">
        <w:fldChar w:fldCharType="begin">
          <w:ffData>
            <w:name w:val="r25_2"/>
            <w:enabled/>
            <w:calcOnExit w:val="0"/>
            <w:statusText w:type="text" w:val="Dokumento sudarytojo telefono numeris"/>
            <w:textInput>
              <w:default w:val="tel.,"/>
            </w:textInput>
          </w:ffData>
        </w:fldChar>
      </w:r>
      <w:r w:rsidR="00891347">
        <w:instrText xml:space="preserve"> FORMTEXT </w:instrText>
      </w:r>
      <w:r w:rsidR="00891347">
        <w:fldChar w:fldCharType="separate"/>
      </w:r>
      <w:r w:rsidR="00891347">
        <w:rPr>
          <w:noProof/>
        </w:rPr>
        <w:t>tel.</w:t>
      </w:r>
      <w:r w:rsidR="008431CB">
        <w:rPr>
          <w:noProof/>
        </w:rPr>
        <w:t xml:space="preserve"> 42 </w:t>
      </w:r>
      <w:r w:rsidR="00A340DC">
        <w:rPr>
          <w:noProof/>
        </w:rPr>
        <w:t>33 27</w:t>
      </w:r>
      <w:r w:rsidR="00891347">
        <w:rPr>
          <w:noProof/>
        </w:rPr>
        <w:t>,</w:t>
      </w:r>
      <w:r w:rsidR="00891347">
        <w:fldChar w:fldCharType="end"/>
      </w:r>
      <w:bookmarkEnd w:id="25"/>
      <w:r w:rsidR="00891347">
        <w:t xml:space="preserve"> </w:t>
      </w:r>
      <w:r w:rsidR="00A85F00"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el. p."/>
            </w:textInput>
          </w:ffData>
        </w:fldChar>
      </w:r>
      <w:r w:rsidR="00A85F00">
        <w:instrText xml:space="preserve"> FORMTEXT </w:instrText>
      </w:r>
      <w:r w:rsidR="00A85F00">
        <w:fldChar w:fldCharType="separate"/>
      </w:r>
      <w:r w:rsidR="00A85F00">
        <w:rPr>
          <w:noProof/>
        </w:rPr>
        <w:t>el. p.</w:t>
      </w:r>
      <w:r w:rsidR="008431CB">
        <w:rPr>
          <w:noProof/>
        </w:rPr>
        <w:t xml:space="preserve"> jurate.baranauskiene</w:t>
      </w:r>
      <w:r w:rsidR="008431CB">
        <w:rPr>
          <w:noProof/>
          <w:lang w:val="en-US"/>
        </w:rPr>
        <w:t>@</w:t>
      </w:r>
      <w:r w:rsidR="008431CB">
        <w:rPr>
          <w:noProof/>
        </w:rPr>
        <w:t>kaunas.lt</w:t>
      </w:r>
      <w:r w:rsidR="00A85F00">
        <w:fldChar w:fldCharType="end"/>
      </w:r>
    </w:p>
    <w:p w:rsidR="00857EA5" w:rsidRDefault="00857EA5" w:rsidP="00C86727">
      <w:pPr>
        <w:keepNext/>
      </w:pPr>
    </w:p>
    <w:sectPr w:rsidR="00857EA5" w:rsidSect="00AF340D">
      <w:footerReference w:type="default" r:id="rId14"/>
      <w:type w:val="continuous"/>
      <w:pgSz w:w="11907" w:h="16840" w:code="9"/>
      <w:pgMar w:top="1134" w:right="567" w:bottom="1134" w:left="1701" w:header="340" w:footer="34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D57" w:rsidRDefault="00C44D57">
      <w:r>
        <w:separator/>
      </w:r>
    </w:p>
  </w:endnote>
  <w:endnote w:type="continuationSeparator" w:id="0">
    <w:p w:rsidR="00C44D57" w:rsidRDefault="00C4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>
      <w:trPr>
        <w:trHeight w:hRule="exact" w:val="794"/>
      </w:trPr>
      <w:tc>
        <w:tcPr>
          <w:tcW w:w="5184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:rsidR="00862F47" w:rsidRDefault="00862F4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F47" w:rsidRDefault="00862F47">
    <w:pPr>
      <w:pStyle w:val="Porat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>
      <w:trPr>
        <w:trHeight w:hRule="exact" w:val="794"/>
      </w:trPr>
      <w:tc>
        <w:tcPr>
          <w:tcW w:w="5184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:rsidR="00862F47" w:rsidRDefault="00862F47">
    <w:pPr>
      <w:pStyle w:val="Porat"/>
      <w:spacing w:line="2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>
      <w:trPr>
        <w:trHeight w:hRule="exact" w:val="794"/>
      </w:trPr>
      <w:tc>
        <w:tcPr>
          <w:tcW w:w="5184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:rsidR="00862F47" w:rsidRDefault="00862F47">
    <w:pPr>
      <w:pStyle w:val="Pora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D57" w:rsidRDefault="00C44D57">
      <w:pPr>
        <w:pStyle w:val="Porat"/>
        <w:spacing w:before="240"/>
      </w:pPr>
    </w:p>
  </w:footnote>
  <w:footnote w:type="continuationSeparator" w:id="0">
    <w:p w:rsidR="00C44D57" w:rsidRDefault="00C44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F47" w:rsidRDefault="00862F47">
    <w:pPr>
      <w:pStyle w:val="Antrats"/>
      <w:tabs>
        <w:tab w:val="clear" w:pos="4153"/>
        <w:tab w:val="clear" w:pos="8306"/>
      </w:tabs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F47" w:rsidRDefault="00862F47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 w:rsidR="007E641E"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80ADB"/>
    <w:multiLevelType w:val="singleLevel"/>
    <w:tmpl w:val="042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1298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rius" w:val="UAB Sekasoft"/>
    <w:docVar w:name="Forma" w:val="kcr"/>
    <w:docVar w:name="Versija" w:val="2.3"/>
  </w:docVars>
  <w:rsids>
    <w:rsidRoot w:val="004B3C38"/>
    <w:rsid w:val="0000037F"/>
    <w:rsid w:val="0000529A"/>
    <w:rsid w:val="00005928"/>
    <w:rsid w:val="00010A3B"/>
    <w:rsid w:val="00012A9B"/>
    <w:rsid w:val="00012C2F"/>
    <w:rsid w:val="00024B9B"/>
    <w:rsid w:val="000534C6"/>
    <w:rsid w:val="00064589"/>
    <w:rsid w:val="00067418"/>
    <w:rsid w:val="00092EB5"/>
    <w:rsid w:val="000A058C"/>
    <w:rsid w:val="000B3719"/>
    <w:rsid w:val="000B7575"/>
    <w:rsid w:val="000C5A4C"/>
    <w:rsid w:val="000D5623"/>
    <w:rsid w:val="000D7801"/>
    <w:rsid w:val="000E59C8"/>
    <w:rsid w:val="000E7581"/>
    <w:rsid w:val="001014AF"/>
    <w:rsid w:val="00102CF0"/>
    <w:rsid w:val="00103E4F"/>
    <w:rsid w:val="00107A2B"/>
    <w:rsid w:val="00113AA1"/>
    <w:rsid w:val="00114206"/>
    <w:rsid w:val="001163E5"/>
    <w:rsid w:val="00125915"/>
    <w:rsid w:val="00137D52"/>
    <w:rsid w:val="00162317"/>
    <w:rsid w:val="001627FF"/>
    <w:rsid w:val="00167B61"/>
    <w:rsid w:val="00182C71"/>
    <w:rsid w:val="0019056D"/>
    <w:rsid w:val="001A42B4"/>
    <w:rsid w:val="001B25BD"/>
    <w:rsid w:val="001F64B8"/>
    <w:rsid w:val="00200228"/>
    <w:rsid w:val="002045AD"/>
    <w:rsid w:val="00207E31"/>
    <w:rsid w:val="0021043F"/>
    <w:rsid w:val="00211BC9"/>
    <w:rsid w:val="002144B1"/>
    <w:rsid w:val="00217FC7"/>
    <w:rsid w:val="00230AEB"/>
    <w:rsid w:val="00247E45"/>
    <w:rsid w:val="002507AF"/>
    <w:rsid w:val="00253E04"/>
    <w:rsid w:val="00254953"/>
    <w:rsid w:val="002743ED"/>
    <w:rsid w:val="00277F58"/>
    <w:rsid w:val="0028333E"/>
    <w:rsid w:val="0029027B"/>
    <w:rsid w:val="002A1AFD"/>
    <w:rsid w:val="002C3643"/>
    <w:rsid w:val="002C4678"/>
    <w:rsid w:val="002D15B5"/>
    <w:rsid w:val="002D3C83"/>
    <w:rsid w:val="002E3636"/>
    <w:rsid w:val="002E7A07"/>
    <w:rsid w:val="002F00C8"/>
    <w:rsid w:val="002F03D2"/>
    <w:rsid w:val="002F1A6E"/>
    <w:rsid w:val="002F4EDF"/>
    <w:rsid w:val="002F5335"/>
    <w:rsid w:val="0031128D"/>
    <w:rsid w:val="00320E4C"/>
    <w:rsid w:val="0032383D"/>
    <w:rsid w:val="00331545"/>
    <w:rsid w:val="00332796"/>
    <w:rsid w:val="00351692"/>
    <w:rsid w:val="00360DF3"/>
    <w:rsid w:val="0038396C"/>
    <w:rsid w:val="003A231E"/>
    <w:rsid w:val="003A5F31"/>
    <w:rsid w:val="003A6CEA"/>
    <w:rsid w:val="003B7145"/>
    <w:rsid w:val="003C2D7F"/>
    <w:rsid w:val="003C757A"/>
    <w:rsid w:val="003D6EC8"/>
    <w:rsid w:val="003F3C6C"/>
    <w:rsid w:val="003F50F3"/>
    <w:rsid w:val="003F5317"/>
    <w:rsid w:val="00405A1C"/>
    <w:rsid w:val="004078B5"/>
    <w:rsid w:val="00417618"/>
    <w:rsid w:val="0042681D"/>
    <w:rsid w:val="00433762"/>
    <w:rsid w:val="00435496"/>
    <w:rsid w:val="004366BC"/>
    <w:rsid w:val="00437147"/>
    <w:rsid w:val="00471712"/>
    <w:rsid w:val="004809E5"/>
    <w:rsid w:val="00490F80"/>
    <w:rsid w:val="00493A53"/>
    <w:rsid w:val="004B3C38"/>
    <w:rsid w:val="004C5CB8"/>
    <w:rsid w:val="004D2004"/>
    <w:rsid w:val="00510C60"/>
    <w:rsid w:val="00520F5C"/>
    <w:rsid w:val="00527FB3"/>
    <w:rsid w:val="00553D0B"/>
    <w:rsid w:val="00563644"/>
    <w:rsid w:val="00595480"/>
    <w:rsid w:val="005A2834"/>
    <w:rsid w:val="005C1866"/>
    <w:rsid w:val="005D7B58"/>
    <w:rsid w:val="005E1180"/>
    <w:rsid w:val="005E2EC9"/>
    <w:rsid w:val="005F2D0F"/>
    <w:rsid w:val="0060736B"/>
    <w:rsid w:val="006104EC"/>
    <w:rsid w:val="0063799E"/>
    <w:rsid w:val="00653169"/>
    <w:rsid w:val="0065414B"/>
    <w:rsid w:val="0066654A"/>
    <w:rsid w:val="00672BDC"/>
    <w:rsid w:val="00676F45"/>
    <w:rsid w:val="006854D4"/>
    <w:rsid w:val="00692991"/>
    <w:rsid w:val="00694CA7"/>
    <w:rsid w:val="006B5DFC"/>
    <w:rsid w:val="006C4EA5"/>
    <w:rsid w:val="006D0764"/>
    <w:rsid w:val="006D2132"/>
    <w:rsid w:val="006E33E1"/>
    <w:rsid w:val="006F47EE"/>
    <w:rsid w:val="00703650"/>
    <w:rsid w:val="00725309"/>
    <w:rsid w:val="00746218"/>
    <w:rsid w:val="00756DCF"/>
    <w:rsid w:val="007577F1"/>
    <w:rsid w:val="0079460E"/>
    <w:rsid w:val="007A48EE"/>
    <w:rsid w:val="007C4FF9"/>
    <w:rsid w:val="007C53BF"/>
    <w:rsid w:val="007C7C90"/>
    <w:rsid w:val="007D0881"/>
    <w:rsid w:val="007D1918"/>
    <w:rsid w:val="007E3AD2"/>
    <w:rsid w:val="007E4C8C"/>
    <w:rsid w:val="007E641E"/>
    <w:rsid w:val="007E7023"/>
    <w:rsid w:val="007F21C7"/>
    <w:rsid w:val="007F2C1C"/>
    <w:rsid w:val="007F5346"/>
    <w:rsid w:val="00811FEF"/>
    <w:rsid w:val="00816277"/>
    <w:rsid w:val="00835B33"/>
    <w:rsid w:val="00840C50"/>
    <w:rsid w:val="008431CB"/>
    <w:rsid w:val="00847C5B"/>
    <w:rsid w:val="00857EA5"/>
    <w:rsid w:val="00862F47"/>
    <w:rsid w:val="00881A1D"/>
    <w:rsid w:val="0088755D"/>
    <w:rsid w:val="00891347"/>
    <w:rsid w:val="008B0886"/>
    <w:rsid w:val="008C57D4"/>
    <w:rsid w:val="008C705A"/>
    <w:rsid w:val="008D2808"/>
    <w:rsid w:val="008D310C"/>
    <w:rsid w:val="008E5C87"/>
    <w:rsid w:val="008E78F7"/>
    <w:rsid w:val="008F3E3F"/>
    <w:rsid w:val="00920AD0"/>
    <w:rsid w:val="00936C34"/>
    <w:rsid w:val="009431C5"/>
    <w:rsid w:val="009525AD"/>
    <w:rsid w:val="00960184"/>
    <w:rsid w:val="00964BBB"/>
    <w:rsid w:val="00975A0F"/>
    <w:rsid w:val="00976491"/>
    <w:rsid w:val="009815C0"/>
    <w:rsid w:val="009A5EFD"/>
    <w:rsid w:val="009B1969"/>
    <w:rsid w:val="009B48AC"/>
    <w:rsid w:val="009B58C9"/>
    <w:rsid w:val="009B6502"/>
    <w:rsid w:val="009D3D9D"/>
    <w:rsid w:val="009E37F0"/>
    <w:rsid w:val="009E40DE"/>
    <w:rsid w:val="009F6009"/>
    <w:rsid w:val="00A05518"/>
    <w:rsid w:val="00A172C1"/>
    <w:rsid w:val="00A25A8F"/>
    <w:rsid w:val="00A310C7"/>
    <w:rsid w:val="00A329E9"/>
    <w:rsid w:val="00A340DC"/>
    <w:rsid w:val="00A352B0"/>
    <w:rsid w:val="00A76CC4"/>
    <w:rsid w:val="00A80341"/>
    <w:rsid w:val="00A83F6A"/>
    <w:rsid w:val="00A85F00"/>
    <w:rsid w:val="00A90523"/>
    <w:rsid w:val="00AA3469"/>
    <w:rsid w:val="00AB6111"/>
    <w:rsid w:val="00AB63D2"/>
    <w:rsid w:val="00AB6645"/>
    <w:rsid w:val="00AC156E"/>
    <w:rsid w:val="00AD576C"/>
    <w:rsid w:val="00AE75A9"/>
    <w:rsid w:val="00AF340D"/>
    <w:rsid w:val="00B07F1D"/>
    <w:rsid w:val="00B13AF3"/>
    <w:rsid w:val="00B168E8"/>
    <w:rsid w:val="00B278E9"/>
    <w:rsid w:val="00B36772"/>
    <w:rsid w:val="00B43E7C"/>
    <w:rsid w:val="00B5428B"/>
    <w:rsid w:val="00B627C5"/>
    <w:rsid w:val="00B667F9"/>
    <w:rsid w:val="00B75FF3"/>
    <w:rsid w:val="00B8310F"/>
    <w:rsid w:val="00B93ADB"/>
    <w:rsid w:val="00B951C7"/>
    <w:rsid w:val="00B97C69"/>
    <w:rsid w:val="00BC1550"/>
    <w:rsid w:val="00BD0CC1"/>
    <w:rsid w:val="00BD39F7"/>
    <w:rsid w:val="00BE1511"/>
    <w:rsid w:val="00BE6707"/>
    <w:rsid w:val="00BF3E8D"/>
    <w:rsid w:val="00C0511E"/>
    <w:rsid w:val="00C076F8"/>
    <w:rsid w:val="00C3462B"/>
    <w:rsid w:val="00C3662F"/>
    <w:rsid w:val="00C41105"/>
    <w:rsid w:val="00C43FAB"/>
    <w:rsid w:val="00C44D57"/>
    <w:rsid w:val="00C656E8"/>
    <w:rsid w:val="00C74FD2"/>
    <w:rsid w:val="00C81D28"/>
    <w:rsid w:val="00C86727"/>
    <w:rsid w:val="00C91440"/>
    <w:rsid w:val="00C97CC6"/>
    <w:rsid w:val="00CA54C2"/>
    <w:rsid w:val="00CC7955"/>
    <w:rsid w:val="00CD280E"/>
    <w:rsid w:val="00CD7A96"/>
    <w:rsid w:val="00CE78DF"/>
    <w:rsid w:val="00CF2E7A"/>
    <w:rsid w:val="00D21CC9"/>
    <w:rsid w:val="00D2456B"/>
    <w:rsid w:val="00D25116"/>
    <w:rsid w:val="00D335E6"/>
    <w:rsid w:val="00D33CD3"/>
    <w:rsid w:val="00D67F93"/>
    <w:rsid w:val="00D87FE7"/>
    <w:rsid w:val="00D9473E"/>
    <w:rsid w:val="00D97C13"/>
    <w:rsid w:val="00DA3FDA"/>
    <w:rsid w:val="00DA71AF"/>
    <w:rsid w:val="00DA7218"/>
    <w:rsid w:val="00DB06D3"/>
    <w:rsid w:val="00DD2134"/>
    <w:rsid w:val="00DD305E"/>
    <w:rsid w:val="00DE15BD"/>
    <w:rsid w:val="00DE53CA"/>
    <w:rsid w:val="00DF7966"/>
    <w:rsid w:val="00E04A0F"/>
    <w:rsid w:val="00E14A03"/>
    <w:rsid w:val="00E15C40"/>
    <w:rsid w:val="00E20E4A"/>
    <w:rsid w:val="00E25194"/>
    <w:rsid w:val="00E34EF8"/>
    <w:rsid w:val="00E50A58"/>
    <w:rsid w:val="00E601B3"/>
    <w:rsid w:val="00E61468"/>
    <w:rsid w:val="00E65600"/>
    <w:rsid w:val="00E97D54"/>
    <w:rsid w:val="00EA5ED0"/>
    <w:rsid w:val="00EB7CCF"/>
    <w:rsid w:val="00ED3850"/>
    <w:rsid w:val="00EE3208"/>
    <w:rsid w:val="00EF06F6"/>
    <w:rsid w:val="00F0019A"/>
    <w:rsid w:val="00F04A22"/>
    <w:rsid w:val="00F22386"/>
    <w:rsid w:val="00F34D22"/>
    <w:rsid w:val="00F41263"/>
    <w:rsid w:val="00F42286"/>
    <w:rsid w:val="00F42E4B"/>
    <w:rsid w:val="00F65EF5"/>
    <w:rsid w:val="00F74ECF"/>
    <w:rsid w:val="00F7670F"/>
    <w:rsid w:val="00F95ECF"/>
    <w:rsid w:val="00F96A96"/>
    <w:rsid w:val="00FC479B"/>
    <w:rsid w:val="00FE4741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909D51-2CDD-4AC2-8E7B-72A5A3B1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uslapioinaostekstas">
    <w:name w:val="footnote text"/>
    <w:basedOn w:val="prastasis"/>
    <w:semiHidden/>
    <w:pPr>
      <w:spacing w:after="480"/>
    </w:pPr>
    <w:rPr>
      <w:rFonts w:ascii="TimesLT" w:hAnsi="TimesLT"/>
    </w:rPr>
  </w:style>
  <w:style w:type="character" w:styleId="Puslapioinaosnuoroda">
    <w:name w:val="footnote reference"/>
    <w:semiHidden/>
    <w:rPr>
      <w:vertAlign w:val="superscript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link w:val="PagrindinistekstasDiagrama"/>
    <w:pPr>
      <w:spacing w:line="360" w:lineRule="auto"/>
      <w:ind w:firstLine="1298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0D5623"/>
    <w:rPr>
      <w:sz w:val="24"/>
      <w:lang w:eastAsia="en-US"/>
    </w:rPr>
  </w:style>
  <w:style w:type="paragraph" w:styleId="Debesliotekstas">
    <w:name w:val="Balloon Text"/>
    <w:basedOn w:val="prastasis"/>
    <w:link w:val="DebesliotekstasDiagrama"/>
    <w:rsid w:val="009B58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9B58C9"/>
    <w:rPr>
      <w:rFonts w:ascii="Tahoma" w:hAnsi="Tahoma" w:cs="Tahoma"/>
      <w:sz w:val="16"/>
      <w:szCs w:val="16"/>
      <w:lang w:eastAsia="en-US"/>
    </w:rPr>
  </w:style>
  <w:style w:type="paragraph" w:styleId="prastasiniatinklio">
    <w:name w:val="Normal (Web)"/>
    <w:basedOn w:val="prastasis"/>
    <w:rsid w:val="0060736B"/>
    <w:rPr>
      <w:szCs w:val="24"/>
    </w:rPr>
  </w:style>
  <w:style w:type="character" w:styleId="Hipersaitas">
    <w:name w:val="Hyperlink"/>
    <w:basedOn w:val="Numatytasispastraiposriftas"/>
    <w:unhideWhenUsed/>
    <w:rsid w:val="00351692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694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templates\blankai\word7\Miesto%20tvarkymo%20sk\r_TVARKYM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r_TVARKYM.dot</Template>
  <TotalTime>1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ANTRAŠTĖ</dc:subject>
  <dc:creator>Jūratė Baranauskienė</dc:creator>
  <cp:lastModifiedBy>Asta Vilutytė</cp:lastModifiedBy>
  <cp:revision>2</cp:revision>
  <cp:lastPrinted>2018-08-06T07:13:00Z</cp:lastPrinted>
  <dcterms:created xsi:type="dcterms:W3CDTF">2022-08-26T04:50:00Z</dcterms:created>
  <dcterms:modified xsi:type="dcterms:W3CDTF">2022-08-26T04:50:00Z</dcterms:modified>
</cp:coreProperties>
</file>